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9EAB6BC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7F2DCB">
        <w:rPr>
          <w:rStyle w:val="Strong"/>
          <w:rFonts w:asciiTheme="minorHAnsi" w:hAnsiTheme="minorHAnsi" w:cstheme="minorHAnsi"/>
          <w:lang w:val="en-GB"/>
        </w:rPr>
        <w:t>37-g001-22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24A7EEAB" w14:textId="596B4BCF" w:rsidR="00C44890" w:rsidRDefault="00C44890" w:rsidP="00D77166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04483425" w14:textId="46575AD4" w:rsidR="00D77166" w:rsidRPr="00D77166" w:rsidRDefault="00D77166" w:rsidP="00D77166">
      <w:pPr>
        <w:rPr>
          <w:lang w:val="en-GB"/>
        </w:rPr>
      </w:pPr>
      <w:r>
        <w:rPr>
          <w:lang w:val="en-GB"/>
        </w:rPr>
        <w:t>Purchasing Double Cab</w:t>
      </w:r>
      <w:r w:rsidR="006E7E96">
        <w:rPr>
          <w:lang w:val="en-GB"/>
        </w:rPr>
        <w:t>s</w:t>
      </w:r>
      <w:r>
        <w:rPr>
          <w:lang w:val="en-GB"/>
        </w:rPr>
        <w:t xml:space="preserve"> for OPLS</w:t>
      </w:r>
      <w:r w:rsidR="00301822">
        <w:rPr>
          <w:lang w:val="en-GB"/>
        </w:rPr>
        <w:t>, OSP and 1 Bus for MOJ HQ.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63B9B8A8" w14:textId="3C56F2B4" w:rsidR="002A4740" w:rsidRPr="00492684" w:rsidRDefault="002A4740" w:rsidP="00C44890">
      <w:pPr>
        <w:rPr>
          <w:lang w:val="en-GB"/>
        </w:rPr>
      </w:pP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6692FCE9" w:rsidR="00C44890" w:rsidRPr="00492684" w:rsidRDefault="00301822" w:rsidP="00C44890">
      <w:pPr>
        <w:rPr>
          <w:lang w:val="en-GB"/>
        </w:rPr>
      </w:pPr>
      <w:r>
        <w:rPr>
          <w:lang w:val="en-GB"/>
        </w:rPr>
        <w:t>3 months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23CAF5B" w:rsidR="002A4740" w:rsidRPr="00492684" w:rsidRDefault="00D7716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Double Cab</w:t>
            </w:r>
            <w:r w:rsidR="0099634D">
              <w:rPr>
                <w:lang w:val="en-GB"/>
              </w:rPr>
              <w:t xml:space="preserve"> Hilux 2022 White</w:t>
            </w:r>
            <w:r w:rsidR="005D5ED6">
              <w:rPr>
                <w:lang w:val="en-GB"/>
              </w:rPr>
              <w:t xml:space="preserve"> – JK &amp; Emeri Enterprise</w:t>
            </w:r>
          </w:p>
        </w:tc>
        <w:tc>
          <w:tcPr>
            <w:tcW w:w="1134" w:type="dxa"/>
          </w:tcPr>
          <w:p w14:paraId="352597C6" w14:textId="3B4C9021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E3C67F5" w14:textId="52370289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5D8B0BCC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2F6CEADF" w:rsidR="002A4740" w:rsidRPr="00492684" w:rsidRDefault="0099634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Double Cab Z Edition 4x2 Entry AT – LMTA </w:t>
            </w:r>
          </w:p>
        </w:tc>
        <w:tc>
          <w:tcPr>
            <w:tcW w:w="1134" w:type="dxa"/>
          </w:tcPr>
          <w:p w14:paraId="468F09AE" w14:textId="03420C8C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5ADACE8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65F005BD" w:rsidR="002A4740" w:rsidRPr="00492684" w:rsidRDefault="00A54FE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Mazda Double Cab BT50 </w:t>
            </w:r>
            <w:r w:rsidR="0099634D">
              <w:rPr>
                <w:lang w:val="en-GB"/>
              </w:rPr>
              <w:t>– PVU</w:t>
            </w:r>
          </w:p>
        </w:tc>
        <w:tc>
          <w:tcPr>
            <w:tcW w:w="1134" w:type="dxa"/>
          </w:tcPr>
          <w:p w14:paraId="7E95E12C" w14:textId="17E80013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2D0F1078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0A23AA82" w:rsidR="002A4740" w:rsidRPr="00492684" w:rsidRDefault="0099634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Double Cab Mitsubishi Triton 2019</w:t>
            </w:r>
            <w:r w:rsidR="00602C1D">
              <w:rPr>
                <w:lang w:val="en-GB"/>
              </w:rPr>
              <w:t xml:space="preserve"> – Kiribati Motor Company Limited</w:t>
            </w:r>
          </w:p>
        </w:tc>
        <w:tc>
          <w:tcPr>
            <w:tcW w:w="1134" w:type="dxa"/>
          </w:tcPr>
          <w:p w14:paraId="7287B7A9" w14:textId="3A5788A2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6A65EB3A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4AC17" w14:textId="77777777" w:rsidR="008B108F" w:rsidRDefault="008B108F">
      <w:r>
        <w:separator/>
      </w:r>
    </w:p>
  </w:endnote>
  <w:endnote w:type="continuationSeparator" w:id="0">
    <w:p w14:paraId="22C82462" w14:textId="77777777" w:rsidR="008B108F" w:rsidRDefault="008B108F">
      <w:r>
        <w:continuationSeparator/>
      </w:r>
    </w:p>
  </w:endnote>
  <w:endnote w:type="continuationNotice" w:id="1">
    <w:p w14:paraId="74C5D0E8" w14:textId="77777777" w:rsidR="008B108F" w:rsidRDefault="008B10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D397BE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E7E96">
      <w:rPr>
        <w:noProof/>
      </w:rPr>
      <w:t>2022-10-31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A1FEF" w14:textId="77777777" w:rsidR="008B108F" w:rsidRDefault="008B108F">
      <w:r>
        <w:separator/>
      </w:r>
    </w:p>
  </w:footnote>
  <w:footnote w:type="continuationSeparator" w:id="0">
    <w:p w14:paraId="4F9785B5" w14:textId="77777777" w:rsidR="008B108F" w:rsidRDefault="008B108F">
      <w:r>
        <w:continuationSeparator/>
      </w:r>
    </w:p>
  </w:footnote>
  <w:footnote w:type="continuationNotice" w:id="1">
    <w:p w14:paraId="7D23A242" w14:textId="77777777" w:rsidR="008B108F" w:rsidRDefault="008B10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8AF4584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E5537" w:rsidRPr="00492684">
      <w:rPr>
        <w:rStyle w:val="Strong"/>
        <w:rFonts w:asciiTheme="minorHAnsi" w:hAnsiTheme="minorHAnsi" w:cstheme="minorHAnsi"/>
        <w:lang w:val="en-GB"/>
      </w:rPr>
      <w:t>RFQ-MXXX-2020-</w:t>
    </w:r>
    <w:r w:rsidR="00AE5537" w:rsidRPr="00AE5537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727488">
    <w:abstractNumId w:val="1"/>
  </w:num>
  <w:num w:numId="2" w16cid:durableId="1902015981">
    <w:abstractNumId w:val="13"/>
  </w:num>
  <w:num w:numId="3" w16cid:durableId="1189566099">
    <w:abstractNumId w:val="14"/>
  </w:num>
  <w:num w:numId="4" w16cid:durableId="224148011">
    <w:abstractNumId w:val="5"/>
  </w:num>
  <w:num w:numId="5" w16cid:durableId="464203235">
    <w:abstractNumId w:val="4"/>
  </w:num>
  <w:num w:numId="6" w16cid:durableId="1651014943">
    <w:abstractNumId w:val="9"/>
  </w:num>
  <w:num w:numId="7" w16cid:durableId="669909667">
    <w:abstractNumId w:val="6"/>
  </w:num>
  <w:num w:numId="8" w16cid:durableId="163326873">
    <w:abstractNumId w:val="11"/>
  </w:num>
  <w:num w:numId="9" w16cid:durableId="913860794">
    <w:abstractNumId w:val="0"/>
  </w:num>
  <w:num w:numId="10" w16cid:durableId="814569663">
    <w:abstractNumId w:val="10"/>
  </w:num>
  <w:num w:numId="11" w16cid:durableId="1378092436">
    <w:abstractNumId w:val="2"/>
  </w:num>
  <w:num w:numId="12" w16cid:durableId="1967078975">
    <w:abstractNumId w:val="8"/>
  </w:num>
  <w:num w:numId="13" w16cid:durableId="611595485">
    <w:abstractNumId w:val="12"/>
  </w:num>
  <w:num w:numId="14" w16cid:durableId="503402367">
    <w:abstractNumId w:val="3"/>
  </w:num>
  <w:num w:numId="15" w16cid:durableId="21254788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1822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027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ED6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2C1D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E7E96"/>
    <w:rsid w:val="006F0F18"/>
    <w:rsid w:val="006F12AE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DCB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3F57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08F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634D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4FE5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537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166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5E0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5AB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1E52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19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699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Windows User</cp:lastModifiedBy>
  <cp:revision>9</cp:revision>
  <cp:lastPrinted>2022-10-27T23:34:00Z</cp:lastPrinted>
  <dcterms:created xsi:type="dcterms:W3CDTF">2022-10-14T15:24:00Z</dcterms:created>
  <dcterms:modified xsi:type="dcterms:W3CDTF">2022-10-31T03:19:00Z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